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9" w:tblpY="4501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000-099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>
                  <wp:extent cx="737825" cy="90943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063" cy="90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100-199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200-299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300-399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400-499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500-599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600-699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700-799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800-899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  <w:tr w:rsidR="006A4E5A" w:rsidTr="006A4E5A"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900-999</w:t>
            </w:r>
          </w:p>
        </w:tc>
        <w:tc>
          <w:tcPr>
            <w:tcW w:w="4258" w:type="dxa"/>
          </w:tcPr>
          <w:p w:rsidR="006A4E5A" w:rsidRPr="006A4E5A" w:rsidRDefault="006A4E5A" w:rsidP="006A4E5A">
            <w:pPr>
              <w:rPr>
                <w:sz w:val="96"/>
                <w:szCs w:val="96"/>
              </w:rPr>
            </w:pPr>
          </w:p>
        </w:tc>
      </w:tr>
    </w:tbl>
    <w:p w:rsidR="006A4E5A" w:rsidRPr="006A4E5A" w:rsidRDefault="006A4E5A">
      <w:pPr>
        <w:rPr>
          <w:b/>
          <w:sz w:val="36"/>
          <w:szCs w:val="36"/>
        </w:rPr>
      </w:pPr>
      <w:r w:rsidRPr="006A4E5A">
        <w:rPr>
          <w:b/>
          <w:sz w:val="36"/>
          <w:szCs w:val="36"/>
        </w:rPr>
        <w:t>Name ______________</w:t>
      </w:r>
      <w:r>
        <w:rPr>
          <w:b/>
          <w:sz w:val="36"/>
          <w:szCs w:val="36"/>
        </w:rPr>
        <w:t>_____________________ Class __________</w:t>
      </w:r>
    </w:p>
    <w:p w:rsidR="006A4E5A" w:rsidRPr="006A4E5A" w:rsidRDefault="006A4E5A">
      <w:pPr>
        <w:rPr>
          <w:b/>
          <w:sz w:val="36"/>
          <w:szCs w:val="36"/>
        </w:rPr>
      </w:pPr>
    </w:p>
    <w:p w:rsidR="00A86BD5" w:rsidRPr="006A4E5A" w:rsidRDefault="006A4E5A">
      <w:pPr>
        <w:rPr>
          <w:b/>
          <w:sz w:val="36"/>
          <w:szCs w:val="36"/>
        </w:rPr>
      </w:pPr>
      <w:r w:rsidRPr="006A4E5A">
        <w:rPr>
          <w:b/>
          <w:sz w:val="36"/>
          <w:szCs w:val="36"/>
        </w:rPr>
        <w:t>The Dewey Decimal System</w:t>
      </w:r>
    </w:p>
    <w:p w:rsidR="006A4E5A" w:rsidRPr="006A4E5A" w:rsidRDefault="006A4E5A">
      <w:pPr>
        <w:rPr>
          <w:b/>
          <w:sz w:val="36"/>
          <w:szCs w:val="36"/>
        </w:rPr>
      </w:pPr>
    </w:p>
    <w:p w:rsidR="006A4E5A" w:rsidRPr="006A4E5A" w:rsidRDefault="006A4E5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Look at the books on the shelves in Nonfiction. </w:t>
      </w:r>
      <w:r w:rsidRPr="006A4E5A">
        <w:rPr>
          <w:b/>
          <w:sz w:val="36"/>
          <w:szCs w:val="36"/>
        </w:rPr>
        <w:t>Draw some pictures of what you find in each area of the Dewey Decimal System</w:t>
      </w:r>
    </w:p>
    <w:sectPr w:rsidR="006A4E5A" w:rsidRPr="006A4E5A" w:rsidSect="00982A53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5A"/>
    <w:rsid w:val="006A4E5A"/>
    <w:rsid w:val="00982A53"/>
    <w:rsid w:val="00A8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yaliceo:Library:Application%20Support:Microsoft:Office:User%20Templates:My%20Templates: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A4.dotx</Template>
  <TotalTime>3</TotalTime>
  <Pages>1</Pages>
  <Words>42</Words>
  <Characters>246</Characters>
  <Application>Microsoft Macintosh Word</Application>
  <DocSecurity>0</DocSecurity>
  <Lines>27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</vt:lpstr>
    </vt:vector>
  </TitlesOfParts>
  <Manager/>
  <Company>International School in Genoa</Company>
  <LinksUpToDate>false</LinksUpToDate>
  <CharactersWithSpaces>275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Mary Alice Osborne</dc:creator>
  <cp:keywords/>
  <dc:description/>
  <cp:lastModifiedBy>Mary Alice Osborne</cp:lastModifiedBy>
  <cp:revision>1</cp:revision>
  <dcterms:created xsi:type="dcterms:W3CDTF">2011-11-04T09:42:00Z</dcterms:created>
  <dcterms:modified xsi:type="dcterms:W3CDTF">2011-11-04T09:46:00Z</dcterms:modified>
  <cp:category/>
</cp:coreProperties>
</file>